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bookmarkStart w:id="0" w:name="_Hlk191900372"/>
    <w:bookmarkEnd w:id="0"/>
    <w:p w14:paraId="1F44502C" w14:textId="77777777" w:rsidR="00DE4904" w:rsidRPr="00D02705" w:rsidRDefault="00DE4904" w:rsidP="00DE4904">
      <w:pPr>
        <w:pStyle w:val="Tituldatum"/>
      </w:pPr>
      <w:sdt>
        <w:sdtPr>
          <w:rPr>
            <w:b/>
            <w:sz w:val="28"/>
          </w:rPr>
          <w:alias w:val="Název akce - VYplnit pole - přenese se do zápatí"/>
          <w:tag w:val="Název akce"/>
          <w:id w:val="-526723722"/>
          <w:placeholder>
            <w:docPart w:val="8C61F0832DDE4FD7B0FE8A83868F295E"/>
          </w:placeholder>
          <w:text w:multiLine="1"/>
        </w:sdtPr>
        <w:sdtContent>
          <w:r w:rsidRPr="00D02705">
            <w:rPr>
              <w:b/>
              <w:sz w:val="28"/>
            </w:rPr>
            <w:t xml:space="preserve">„Zřízení dobíjecí stanice BEMU v žst. Krnov“, „Zřízení dobíjecí stanice BEMU v žst. Budišov nad Budišovkou“ 2. část </w:t>
          </w:r>
        </w:sdtContent>
      </w:sdt>
    </w:p>
    <w:p w14:paraId="6818C6D7" w14:textId="1AC46A73" w:rsidR="00826B7B" w:rsidRPr="006C2343" w:rsidRDefault="00826B7B" w:rsidP="00DE4904">
      <w:pPr>
        <w:pStyle w:val="Tituldatum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374BFC4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36937">
        <w:t>1</w:t>
      </w:r>
      <w:r w:rsidR="00DE4904">
        <w:t>4</w:t>
      </w:r>
      <w:r w:rsidR="00336937">
        <w:t>.</w:t>
      </w:r>
      <w:r w:rsidR="0083430F">
        <w:t>0</w:t>
      </w:r>
      <w:r w:rsidR="00DE4904">
        <w:t>4</w:t>
      </w:r>
      <w:r w:rsidR="00336937">
        <w:t>.202</w:t>
      </w:r>
      <w:r w:rsidR="0083430F">
        <w:t>5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3E6B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Pr="00C9390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AE320C" w14:textId="77777777" w:rsidR="003E6B82" w:rsidRDefault="003E6B8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Pr="00C9390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Členění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C2D692" w14:textId="77777777" w:rsidR="003E6B82" w:rsidRDefault="003E6B8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Pr="00C9390D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Členění ceny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AE5B36" w14:textId="77777777" w:rsidR="003E6B82" w:rsidRDefault="003E6B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Pr="00C9390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ZÁKLADNÍ PRAVIDLA PRO stanovení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EDD49F" w14:textId="77777777" w:rsidR="003E6B82" w:rsidRDefault="003E6B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Pr="00C9390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2B577B74" w14:textId="7AFF6166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="0047076E">
        <w:t xml:space="preserve"> Očíslování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310D7382" w14:textId="77777777" w:rsidR="005E0B0D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</w:t>
      </w:r>
      <w:r w:rsidR="005E0B0D">
        <w:t>„</w:t>
      </w:r>
      <w:r w:rsidR="00F17F49" w:rsidRPr="009909F2">
        <w:t>Požadavky na výkon a funkci</w:t>
      </w:r>
      <w:r w:rsidR="005E0B0D">
        <w:t xml:space="preserve"> P+R</w:t>
      </w:r>
      <w:r w:rsidR="00F17F49">
        <w:t>“</w:t>
      </w:r>
      <w:r w:rsidR="0089672D">
        <w:t>.</w:t>
      </w:r>
    </w:p>
    <w:p w14:paraId="60D07CAD" w14:textId="39873F73" w:rsidR="00F17F49" w:rsidRPr="000A64D0" w:rsidRDefault="0047076E" w:rsidP="005E0B0D">
      <w:pPr>
        <w:pStyle w:val="Text2-1"/>
        <w:numPr>
          <w:ilvl w:val="0"/>
          <w:numId w:val="0"/>
        </w:numPr>
        <w:ind w:firstLine="709"/>
      </w:pPr>
      <w:r>
        <w:t xml:space="preserve">Jedná se o </w:t>
      </w:r>
      <w:r w:rsidR="00015AF5">
        <w:t xml:space="preserve">dva </w:t>
      </w:r>
      <w:r w:rsidR="0089672D">
        <w:t>dokument</w:t>
      </w:r>
      <w:r w:rsidR="00015AF5">
        <w:t>y</w:t>
      </w:r>
      <w:r>
        <w:t xml:space="preserve"> ve formátu </w:t>
      </w:r>
      <w:r w:rsidR="0089672D">
        <w:t>*</w:t>
      </w:r>
      <w:r>
        <w:t>.xlsx</w:t>
      </w:r>
      <w:r w:rsidR="00F17F49">
        <w:t xml:space="preserve"> obsahuj</w:t>
      </w:r>
      <w:r>
        <w:t>ící</w:t>
      </w:r>
      <w:r w:rsidR="00F17F49">
        <w:t xml:space="preserve">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2A00E773" w14:textId="77777777" w:rsidR="00015AF5" w:rsidRDefault="00015AF5" w:rsidP="00015AF5">
      <w:pPr>
        <w:pStyle w:val="Text2-2"/>
        <w:numPr>
          <w:ilvl w:val="0"/>
          <w:numId w:val="0"/>
        </w:numPr>
        <w:spacing w:after="40" w:line="240" w:lineRule="auto"/>
        <w:ind w:left="1701"/>
      </w:pPr>
    </w:p>
    <w:p w14:paraId="7C0599EF" w14:textId="1D40C98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 xml:space="preserve">Dodavatel ocení oba </w:t>
      </w:r>
      <w:r w:rsidR="00015AF5">
        <w:t>dokumenty</w:t>
      </w:r>
      <w:r>
        <w:t xml:space="preserve">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 w:rsidRPr="0083430F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34DC7141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(DP</w:t>
            </w:r>
            <w:r w:rsidR="00015AF5">
              <w:rPr>
                <w:rFonts w:eastAsia="Times New Roman" w:cs="Times New Roman"/>
                <w:sz w:val="16"/>
                <w:szCs w:val="18"/>
                <w:lang w:eastAsia="cs-CZ"/>
              </w:rPr>
              <w:t>S</w:t>
            </w: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147EC686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„Požadavky na výkon a funkci</w:t>
      </w:r>
      <w:r w:rsidR="00015AF5">
        <w:rPr>
          <w:i/>
        </w:rPr>
        <w:t xml:space="preserve"> P+R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6939B0AF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„Požadavky na výkon a funkci</w:t>
      </w:r>
      <w:r w:rsidR="00015AF5">
        <w:rPr>
          <w:i/>
        </w:rPr>
        <w:t xml:space="preserve"> P+R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lastRenderedPageBreak/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202E6745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„Požadavky na výkon a funkci</w:t>
      </w:r>
      <w:r w:rsidR="00015AF5">
        <w:rPr>
          <w:i/>
        </w:rPr>
        <w:t xml:space="preserve"> P+R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lastRenderedPageBreak/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</w:t>
      </w:r>
      <w:r>
        <w:lastRenderedPageBreak/>
        <w:t>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73C5FE5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5E03EAD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48163068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12669B7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995478">
    <w:abstractNumId w:val="4"/>
  </w:num>
  <w:num w:numId="2" w16cid:durableId="173879375">
    <w:abstractNumId w:val="2"/>
  </w:num>
  <w:num w:numId="3" w16cid:durableId="2076508475">
    <w:abstractNumId w:val="9"/>
  </w:num>
  <w:num w:numId="4" w16cid:durableId="1495604324">
    <w:abstractNumId w:val="5"/>
  </w:num>
  <w:num w:numId="5" w16cid:durableId="80417168">
    <w:abstractNumId w:val="11"/>
  </w:num>
  <w:num w:numId="6" w16cid:durableId="2060661624">
    <w:abstractNumId w:val="6"/>
  </w:num>
  <w:num w:numId="7" w16cid:durableId="1583874577">
    <w:abstractNumId w:val="7"/>
  </w:num>
  <w:num w:numId="8" w16cid:durableId="1136339252">
    <w:abstractNumId w:val="8"/>
  </w:num>
  <w:num w:numId="9" w16cid:durableId="268978355">
    <w:abstractNumId w:val="1"/>
  </w:num>
  <w:num w:numId="10" w16cid:durableId="253636301">
    <w:abstractNumId w:val="3"/>
  </w:num>
  <w:num w:numId="11" w16cid:durableId="262613076">
    <w:abstractNumId w:val="10"/>
  </w:num>
  <w:num w:numId="12" w16cid:durableId="176746374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97"/>
    <w:rsid w:val="000008ED"/>
    <w:rsid w:val="00015AF5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1153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A3F41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36937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E0B0D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32D6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430F"/>
    <w:rsid w:val="00846789"/>
    <w:rsid w:val="00887F36"/>
    <w:rsid w:val="0089672D"/>
    <w:rsid w:val="008A3568"/>
    <w:rsid w:val="008A7064"/>
    <w:rsid w:val="008C155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26FE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4904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C4F56F"/>
  <w14:defaultImageDpi w14:val="32767"/>
  <w15:docId w15:val="{3EB1D89C-6CF6-4513-A6C7-4B938CC0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C61F0832DDE4FD7B0FE8A83868F29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D652AA-5BDC-484A-B93C-FA8F67F8C016}"/>
      </w:docPartPr>
      <w:docPartBody>
        <w:p w:rsidR="002457B8" w:rsidRDefault="002457B8" w:rsidP="002457B8">
          <w:pPr>
            <w:pStyle w:val="8C61F0832DDE4FD7B0FE8A83868F295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0D1153"/>
    <w:rsid w:val="002457B8"/>
    <w:rsid w:val="00730B76"/>
    <w:rsid w:val="007F32D6"/>
    <w:rsid w:val="008B6702"/>
    <w:rsid w:val="008E26D9"/>
    <w:rsid w:val="009C5CCD"/>
    <w:rsid w:val="00C56E21"/>
    <w:rsid w:val="00EC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57B8"/>
    <w:rPr>
      <w:color w:val="808080"/>
    </w:rPr>
  </w:style>
  <w:style w:type="paragraph" w:customStyle="1" w:styleId="8C61F0832DDE4FD7B0FE8A83868F295E">
    <w:name w:val="8C61F0832DDE4FD7B0FE8A83868F295E"/>
    <w:rsid w:val="002457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D3B638EAE4312ADEF673F9D5EBB19">
    <w:name w:val="E82D3B638EAE4312ADEF673F9D5EBB19"/>
    <w:rsid w:val="00EC176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74C2ED-5066-487D-963B-A6286156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0</TotalTime>
  <Pages>6</Pages>
  <Words>1477</Words>
  <Characters>8715</Characters>
  <Application>Microsoft Office Word</Application>
  <DocSecurity>0</DocSecurity>
  <Lines>72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Grečnár Martin, Ing.</cp:lastModifiedBy>
  <cp:revision>3</cp:revision>
  <cp:lastPrinted>2019-03-13T10:28:00Z</cp:lastPrinted>
  <dcterms:created xsi:type="dcterms:W3CDTF">2025-03-18T11:56:00Z</dcterms:created>
  <dcterms:modified xsi:type="dcterms:W3CDTF">2025-05-06T10:50:00Z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